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0AFD20A3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B12F8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2F55B" w14:textId="77777777" w:rsidR="00A603E1" w:rsidRDefault="00A603E1" w:rsidP="00962258">
      <w:pPr>
        <w:spacing w:after="0" w:line="240" w:lineRule="auto"/>
      </w:pPr>
      <w:r>
        <w:separator/>
      </w:r>
    </w:p>
  </w:endnote>
  <w:endnote w:type="continuationSeparator" w:id="0">
    <w:p w14:paraId="703E3F0B" w14:textId="77777777" w:rsidR="00A603E1" w:rsidRDefault="00A603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B3EF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FF74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BD14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ED70E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F4303" w14:textId="77777777" w:rsidR="00A603E1" w:rsidRDefault="00A603E1" w:rsidP="00962258">
      <w:pPr>
        <w:spacing w:after="0" w:line="240" w:lineRule="auto"/>
      </w:pPr>
      <w:r>
        <w:separator/>
      </w:r>
    </w:p>
  </w:footnote>
  <w:footnote w:type="continuationSeparator" w:id="0">
    <w:p w14:paraId="4F873061" w14:textId="77777777" w:rsidR="00A603E1" w:rsidRDefault="00A603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750E" w14:textId="77777777" w:rsidR="007647EA" w:rsidRDefault="007647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64A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94836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47EA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03E1"/>
    <w:rsid w:val="00A6177B"/>
    <w:rsid w:val="00A66136"/>
    <w:rsid w:val="00AA4CBB"/>
    <w:rsid w:val="00AA65FA"/>
    <w:rsid w:val="00AA7351"/>
    <w:rsid w:val="00AB12F8"/>
    <w:rsid w:val="00AD056F"/>
    <w:rsid w:val="00AD6731"/>
    <w:rsid w:val="00B15D0D"/>
    <w:rsid w:val="00B75EE1"/>
    <w:rsid w:val="00B77481"/>
    <w:rsid w:val="00B8518B"/>
    <w:rsid w:val="00BD46C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20FC1-18B0-45F2-A28F-0AE04ED69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2025-12-03T15:35:00Z</dcterms:created>
  <dcterms:modified xsi:type="dcterms:W3CDTF">2025-12-11T11:44:00Z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